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420FA8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>
                      <wp:simplePos x="0" y="0"/>
                      <wp:positionH relativeFrom="page">
                        <wp:posOffset>2967990</wp:posOffset>
                      </wp:positionH>
                      <wp:positionV relativeFrom="page">
                        <wp:posOffset>160655</wp:posOffset>
                      </wp:positionV>
                      <wp:extent cx="2411730" cy="77724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352F3" w:rsidRDefault="001352F3" w:rsidP="0037111D">
                                  <w:pPr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3.7pt;margin-top:12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" o:allowincell="f" fillcolor="white [3212]" stroked="f" strokeweight=".5pt">
                      <v:path arrowok="t"/>
                      <v:textbox>
                        <w:txbxContent>
                          <w:p w:rsidR="001352F3" w:rsidRDefault="001352F3" w:rsidP="0037111D">
                            <w:pPr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F78BC" w:rsidTr="00F862D6">
        <w:tc>
          <w:tcPr>
            <w:tcW w:w="1020" w:type="dxa"/>
          </w:tcPr>
          <w:p w:rsidR="006F78BC" w:rsidRPr="003E6B9A" w:rsidRDefault="006F78BC" w:rsidP="0077673A">
            <w:r w:rsidRPr="003E6B9A">
              <w:t>Naše zn.</w:t>
            </w:r>
          </w:p>
        </w:tc>
        <w:tc>
          <w:tcPr>
            <w:tcW w:w="2552" w:type="dxa"/>
          </w:tcPr>
          <w:p w:rsidR="006F78BC" w:rsidRPr="000575AF" w:rsidRDefault="00E42CD0" w:rsidP="00E150CE">
            <w:r w:rsidRPr="00E42CD0">
              <w:t>6246/2021-SŽ-SSV-Ú3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Listů/příloh</w:t>
            </w:r>
          </w:p>
        </w:tc>
        <w:tc>
          <w:tcPr>
            <w:tcW w:w="2552" w:type="dxa"/>
          </w:tcPr>
          <w:p w:rsidR="006F78BC" w:rsidRPr="000575AF" w:rsidRDefault="000575AF" w:rsidP="00E150CE">
            <w:r w:rsidRPr="000575AF">
              <w:t>2</w:t>
            </w:r>
            <w:r w:rsidR="006F78BC" w:rsidRPr="000575AF">
              <w:t>/0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>
            <w:pPr>
              <w:rPr>
                <w:noProof/>
              </w:rPr>
            </w:pPr>
          </w:p>
        </w:tc>
      </w:tr>
      <w:tr w:rsidR="006F78BC" w:rsidTr="00B23CA3">
        <w:trPr>
          <w:trHeight w:val="77"/>
        </w:trPr>
        <w:tc>
          <w:tcPr>
            <w:tcW w:w="1020" w:type="dxa"/>
          </w:tcPr>
          <w:p w:rsidR="006F78BC" w:rsidRDefault="006F78BC" w:rsidP="0077673A"/>
        </w:tc>
        <w:tc>
          <w:tcPr>
            <w:tcW w:w="2552" w:type="dxa"/>
          </w:tcPr>
          <w:p w:rsidR="006F78BC" w:rsidRPr="000575AF" w:rsidRDefault="006F78BC" w:rsidP="00E150CE"/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Vyřizuje</w:t>
            </w:r>
          </w:p>
        </w:tc>
        <w:tc>
          <w:tcPr>
            <w:tcW w:w="2552" w:type="dxa"/>
          </w:tcPr>
          <w:p w:rsidR="006F78BC" w:rsidRPr="000575AF" w:rsidRDefault="006F78BC" w:rsidP="00E150CE">
            <w:r w:rsidRPr="000575AF">
              <w:t>Ing. Radomíra Rečková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9A7568"/>
        </w:tc>
        <w:tc>
          <w:tcPr>
            <w:tcW w:w="2552" w:type="dxa"/>
          </w:tcPr>
          <w:p w:rsidR="006F78BC" w:rsidRPr="000575AF" w:rsidRDefault="006F78BC" w:rsidP="00E150CE"/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Mobil</w:t>
            </w:r>
          </w:p>
        </w:tc>
        <w:tc>
          <w:tcPr>
            <w:tcW w:w="2552" w:type="dxa"/>
          </w:tcPr>
          <w:p w:rsidR="006F78BC" w:rsidRPr="000575AF" w:rsidRDefault="006F78BC" w:rsidP="00E150CE">
            <w:r w:rsidRPr="000575AF">
              <w:t>+420 725 744 197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E-mail</w:t>
            </w:r>
          </w:p>
        </w:tc>
        <w:tc>
          <w:tcPr>
            <w:tcW w:w="2552" w:type="dxa"/>
          </w:tcPr>
          <w:p w:rsidR="006F78BC" w:rsidRPr="000575AF" w:rsidRDefault="001727F5" w:rsidP="00E150CE">
            <w:r w:rsidRPr="000575AF">
              <w:t>Reckova@spravazeleznic.cz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E42CD0" w:rsidRDefault="00E42CD0" w:rsidP="00A67786">
            <w:bookmarkStart w:id="0" w:name="Datum"/>
            <w:r w:rsidRPr="00E42CD0">
              <w:t>26</w:t>
            </w:r>
            <w:r w:rsidR="00C47066" w:rsidRPr="00E42CD0">
              <w:t xml:space="preserve">. </w:t>
            </w:r>
            <w:r w:rsidR="00DC1D0C" w:rsidRPr="00E42CD0">
              <w:t>dubna</w:t>
            </w:r>
            <w:r w:rsidR="00C47066" w:rsidRPr="00E42CD0">
              <w:t xml:space="preserve"> 2021</w:t>
            </w:r>
            <w:r w:rsidR="009A7568" w:rsidRPr="00E42CD0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D2CA2" w:rsidRDefault="004D2CA2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2A3586" w:rsidRDefault="002A3586" w:rsidP="00C47066">
      <w:pPr>
        <w:spacing w:after="0" w:line="240" w:lineRule="auto"/>
        <w:rPr>
          <w:rFonts w:eastAsia="Calibri" w:cs="Times New Roman"/>
          <w:lang w:eastAsia="cs-CZ"/>
        </w:rPr>
      </w:pPr>
    </w:p>
    <w:p w:rsidR="00C47066" w:rsidRPr="00C47066" w:rsidRDefault="00CB7B5A" w:rsidP="004B317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B3176" w:rsidRPr="004B3176">
        <w:rPr>
          <w:rFonts w:eastAsia="Calibri" w:cs="Times New Roman"/>
          <w:b/>
          <w:lang w:eastAsia="cs-CZ"/>
        </w:rPr>
        <w:t>Rekonstrukce mostu v km 182,618 trati Brno – Česká Třebová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A6E3A">
        <w:rPr>
          <w:rFonts w:eastAsia="Calibri" w:cs="Times New Roman"/>
          <w:lang w:eastAsia="cs-CZ"/>
        </w:rPr>
        <w:t>Vysvětlení/ změna/ doplnění zadávací dokument</w:t>
      </w:r>
      <w:r w:rsidRPr="00CB7B5A">
        <w:rPr>
          <w:rFonts w:eastAsia="Calibri" w:cs="Times New Roman"/>
          <w:lang w:eastAsia="cs-CZ"/>
        </w:rPr>
        <w:t xml:space="preserve">ace č. </w:t>
      </w:r>
      <w:r w:rsidR="00E42CD0">
        <w:rPr>
          <w:rFonts w:eastAsia="Times New Roman" w:cs="Times New Roman"/>
          <w:lang w:eastAsia="cs-CZ"/>
        </w:rPr>
        <w:t>3</w:t>
      </w:r>
    </w:p>
    <w:p w:rsidR="004D2CA2" w:rsidRPr="005957F1" w:rsidRDefault="004D2CA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25F2B" w:rsidRDefault="00525F2B" w:rsidP="00A6778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35255E">
        <w:rPr>
          <w:rFonts w:eastAsia="Calibri" w:cs="Times New Roman"/>
          <w:b/>
          <w:lang w:eastAsia="cs-CZ"/>
        </w:rPr>
        <w:t>4</w:t>
      </w:r>
      <w:r w:rsidRPr="005957F1">
        <w:rPr>
          <w:rFonts w:eastAsia="Calibri" w:cs="Times New Roman"/>
          <w:b/>
          <w:lang w:eastAsia="cs-CZ"/>
        </w:rPr>
        <w:t>:</w:t>
      </w:r>
    </w:p>
    <w:p w:rsidR="0035255E" w:rsidRPr="0035255E" w:rsidRDefault="0035255E" w:rsidP="0035255E">
      <w:pPr>
        <w:spacing w:after="0" w:line="240" w:lineRule="auto"/>
        <w:jc w:val="both"/>
        <w:rPr>
          <w:rFonts w:cs="Arial"/>
        </w:rPr>
      </w:pPr>
      <w:r w:rsidRPr="0035255E">
        <w:rPr>
          <w:rFonts w:cs="Arial"/>
        </w:rPr>
        <w:t xml:space="preserve">Dle odpovědi na dotaz č.2 v změně ZD </w:t>
      </w:r>
      <w:proofErr w:type="gramStart"/>
      <w:r w:rsidRPr="0035255E">
        <w:rPr>
          <w:rFonts w:cs="Arial"/>
        </w:rPr>
        <w:t>č.1 máme</w:t>
      </w:r>
      <w:proofErr w:type="gramEnd"/>
      <w:r w:rsidRPr="0035255E">
        <w:rPr>
          <w:rFonts w:cs="Arial"/>
        </w:rPr>
        <w:t xml:space="preserve"> uvažovat provizorium, bude použito pro potřeby převedení dopravy přes vodní tok u penzionu „Mlýn“.</w:t>
      </w:r>
    </w:p>
    <w:p w:rsidR="00A67786" w:rsidRDefault="0035255E" w:rsidP="0035255E">
      <w:pPr>
        <w:spacing w:after="0" w:line="240" w:lineRule="auto"/>
        <w:jc w:val="both"/>
        <w:rPr>
          <w:rFonts w:cs="Arial"/>
        </w:rPr>
      </w:pPr>
      <w:r w:rsidRPr="0035255E">
        <w:rPr>
          <w:rFonts w:cs="Arial"/>
        </w:rPr>
        <w:t xml:space="preserve">To je zachycené v </w:t>
      </w:r>
      <w:proofErr w:type="gramStart"/>
      <w:r w:rsidRPr="0035255E">
        <w:rPr>
          <w:rFonts w:cs="Arial"/>
        </w:rPr>
        <w:t>části F.02</w:t>
      </w:r>
      <w:proofErr w:type="gramEnd"/>
      <w:r w:rsidRPr="0035255E">
        <w:rPr>
          <w:rFonts w:cs="Arial"/>
        </w:rPr>
        <w:t>:</w:t>
      </w:r>
    </w:p>
    <w:p w:rsidR="0035255E" w:rsidRDefault="0035255E" w:rsidP="0035255E">
      <w:pPr>
        <w:spacing w:after="0" w:line="240" w:lineRule="auto"/>
        <w:jc w:val="both"/>
        <w:rPr>
          <w:rFonts w:cs="Arial"/>
        </w:rPr>
      </w:pPr>
    </w:p>
    <w:p w:rsidR="0035255E" w:rsidRDefault="0035255E" w:rsidP="0035255E">
      <w:pPr>
        <w:spacing w:after="0" w:line="240" w:lineRule="auto"/>
        <w:jc w:val="both"/>
        <w:rPr>
          <w:rFonts w:cs="Arial"/>
        </w:rPr>
      </w:pPr>
      <w:r w:rsidRPr="008E782A">
        <w:rPr>
          <w:rFonts w:ascii="Calibri" w:eastAsia="Calibri" w:hAnsi="Calibri" w:cs="Calibri"/>
          <w:noProof/>
          <w:color w:val="0000FF"/>
          <w:sz w:val="20"/>
          <w:szCs w:val="20"/>
          <w:lang w:eastAsia="cs-CZ"/>
        </w:rPr>
        <w:drawing>
          <wp:inline distT="0" distB="0" distL="0" distR="0">
            <wp:extent cx="5514975" cy="3225156"/>
            <wp:effectExtent l="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092"/>
                    <a:stretch/>
                  </pic:blipFill>
                  <pic:spPr bwMode="auto">
                    <a:xfrm>
                      <a:off x="0" y="0"/>
                      <a:ext cx="5551234" cy="324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255E" w:rsidRDefault="0035255E" w:rsidP="0035255E">
      <w:pPr>
        <w:spacing w:after="0" w:line="240" w:lineRule="auto"/>
        <w:jc w:val="both"/>
        <w:rPr>
          <w:rFonts w:cs="Arial"/>
        </w:rPr>
      </w:pPr>
    </w:p>
    <w:p w:rsidR="00525F2B" w:rsidRDefault="00525F2B" w:rsidP="0035255E">
      <w:pPr>
        <w:spacing w:after="0" w:line="240" w:lineRule="auto"/>
        <w:jc w:val="both"/>
        <w:rPr>
          <w:rFonts w:cs="Arial"/>
        </w:rPr>
      </w:pPr>
    </w:p>
    <w:p w:rsidR="00525F2B" w:rsidRDefault="00525F2B" w:rsidP="0035255E">
      <w:pPr>
        <w:spacing w:after="0" w:line="240" w:lineRule="auto"/>
        <w:jc w:val="both"/>
        <w:rPr>
          <w:rFonts w:cs="Arial"/>
        </w:rPr>
      </w:pPr>
    </w:p>
    <w:p w:rsidR="0035255E" w:rsidRDefault="0035255E" w:rsidP="0035255E">
      <w:pPr>
        <w:spacing w:after="0" w:line="240" w:lineRule="auto"/>
        <w:jc w:val="both"/>
        <w:rPr>
          <w:rFonts w:cs="Arial"/>
        </w:rPr>
      </w:pPr>
      <w:r w:rsidRPr="0035255E">
        <w:rPr>
          <w:rFonts w:cs="Arial"/>
        </w:rPr>
        <w:t>Jeho rozměry neodpovídají rozměrům uvedeným ve výkazu výměr (tam bylo uvažováno s provizoriem dílky 23m u mostu). Délka provizoria je dle PD 11m. Tedy správně výpočet 11x5=55m2.  Můžete upravit položky 34,3</w:t>
      </w:r>
      <w:r>
        <w:rPr>
          <w:rFonts w:cs="Arial"/>
        </w:rPr>
        <w:t>5,36 ve VV mostu do souladu s </w:t>
      </w:r>
      <w:r w:rsidRPr="0035255E">
        <w:rPr>
          <w:rFonts w:cs="Arial"/>
        </w:rPr>
        <w:t>uvedenými změnami ZD a projektem?</w:t>
      </w:r>
    </w:p>
    <w:p w:rsidR="00A67786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735658" w:rsidRPr="00525F2B" w:rsidRDefault="001039CF" w:rsidP="00A6778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F2B">
        <w:rPr>
          <w:rFonts w:eastAsia="Calibri" w:cs="Times New Roman"/>
          <w:lang w:eastAsia="cs-CZ"/>
        </w:rPr>
        <w:t>Mostní provizorium je definováno obecně. Pro potřeby výkazu výměr jsou de</w:t>
      </w:r>
      <w:r w:rsidR="001352F3" w:rsidRPr="00525F2B">
        <w:rPr>
          <w:rFonts w:eastAsia="Calibri" w:cs="Times New Roman"/>
          <w:lang w:eastAsia="cs-CZ"/>
        </w:rPr>
        <w:t>finovány</w:t>
      </w:r>
      <w:r w:rsidRPr="00525F2B">
        <w:rPr>
          <w:rFonts w:eastAsia="Calibri" w:cs="Times New Roman"/>
          <w:lang w:eastAsia="cs-CZ"/>
        </w:rPr>
        <w:t xml:space="preserve"> max. </w:t>
      </w:r>
      <w:r w:rsidR="00735658" w:rsidRPr="00525F2B">
        <w:rPr>
          <w:rFonts w:eastAsia="Calibri" w:cs="Times New Roman"/>
          <w:lang w:eastAsia="cs-CZ"/>
        </w:rPr>
        <w:t>r</w:t>
      </w:r>
      <w:r w:rsidRPr="00525F2B">
        <w:rPr>
          <w:rFonts w:eastAsia="Calibri" w:cs="Times New Roman"/>
          <w:lang w:eastAsia="cs-CZ"/>
        </w:rPr>
        <w:t>ozměry</w:t>
      </w:r>
      <w:r w:rsidR="00735658" w:rsidRPr="00525F2B">
        <w:rPr>
          <w:rFonts w:eastAsia="Calibri" w:cs="Times New Roman"/>
          <w:lang w:eastAsia="cs-CZ"/>
        </w:rPr>
        <w:t xml:space="preserve"> provizoria bez bližší specifikace typu</w:t>
      </w:r>
      <w:r w:rsidRPr="00525F2B">
        <w:rPr>
          <w:rFonts w:eastAsia="Calibri" w:cs="Times New Roman"/>
          <w:lang w:eastAsia="cs-CZ"/>
        </w:rPr>
        <w:t>.</w:t>
      </w:r>
      <w:r w:rsidR="00E9215F" w:rsidRPr="00525F2B">
        <w:rPr>
          <w:rFonts w:eastAsia="Calibri" w:cs="Times New Roman"/>
          <w:lang w:eastAsia="cs-CZ"/>
        </w:rPr>
        <w:t xml:space="preserve"> </w:t>
      </w:r>
      <w:r w:rsidRPr="00525F2B">
        <w:rPr>
          <w:rFonts w:eastAsia="Calibri" w:cs="Times New Roman"/>
          <w:lang w:eastAsia="cs-CZ"/>
        </w:rPr>
        <w:t xml:space="preserve"> </w:t>
      </w:r>
    </w:p>
    <w:p w:rsidR="001352F3" w:rsidRPr="00525F2B" w:rsidRDefault="001352F3" w:rsidP="00A6778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20FA8" w:rsidRDefault="00420FA8" w:rsidP="00A67786">
      <w:pPr>
        <w:spacing w:after="0" w:line="240" w:lineRule="auto"/>
        <w:jc w:val="both"/>
        <w:rPr>
          <w:rFonts w:eastAsia="Calibri" w:cs="Times New Roman"/>
          <w:i/>
          <w:color w:val="00B050"/>
          <w:lang w:eastAsia="cs-CZ"/>
        </w:rPr>
      </w:pPr>
    </w:p>
    <w:p w:rsidR="00420FA8" w:rsidRDefault="00420FA8" w:rsidP="00A67786">
      <w:pPr>
        <w:spacing w:after="0" w:line="240" w:lineRule="auto"/>
        <w:jc w:val="both"/>
        <w:rPr>
          <w:rFonts w:eastAsia="Calibri" w:cs="Times New Roman"/>
          <w:i/>
          <w:color w:val="00B050"/>
          <w:lang w:eastAsia="cs-CZ"/>
        </w:rPr>
      </w:pPr>
    </w:p>
    <w:p w:rsidR="00420FA8" w:rsidRDefault="00525F2B" w:rsidP="00A67786">
      <w:pPr>
        <w:spacing w:after="0" w:line="240" w:lineRule="auto"/>
        <w:jc w:val="both"/>
        <w:rPr>
          <w:rFonts w:eastAsia="Calibri" w:cs="Times New Roman"/>
          <w:i/>
          <w:color w:val="00B050"/>
          <w:lang w:eastAsia="cs-CZ"/>
        </w:rPr>
      </w:pPr>
      <w:r>
        <w:rPr>
          <w:rFonts w:eastAsia="Calibri" w:cs="Times New Roman"/>
          <w:i/>
          <w:color w:val="00B050"/>
          <w:lang w:eastAsia="cs-CZ"/>
        </w:rPr>
        <w:br/>
      </w: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35255E">
        <w:rPr>
          <w:rFonts w:eastAsia="Calibri" w:cs="Times New Roman"/>
          <w:b/>
          <w:lang w:eastAsia="cs-CZ"/>
        </w:rPr>
        <w:t>5</w:t>
      </w:r>
      <w:r w:rsidRPr="005957F1">
        <w:rPr>
          <w:rFonts w:eastAsia="Calibri" w:cs="Times New Roman"/>
          <w:b/>
          <w:lang w:eastAsia="cs-CZ"/>
        </w:rPr>
        <w:t>:</w:t>
      </w:r>
    </w:p>
    <w:p w:rsidR="00E42CD0" w:rsidRPr="00E42CD0" w:rsidRDefault="00E42CD0" w:rsidP="00E42CD0">
      <w:pPr>
        <w:spacing w:after="0" w:line="240" w:lineRule="auto"/>
        <w:jc w:val="both"/>
        <w:rPr>
          <w:rFonts w:cs="Arial"/>
        </w:rPr>
      </w:pPr>
      <w:r w:rsidRPr="00E42CD0">
        <w:rPr>
          <w:rFonts w:cs="Arial"/>
        </w:rPr>
        <w:t xml:space="preserve">Dle odpovědi na dotaz č.2 v změně ZD </w:t>
      </w:r>
      <w:proofErr w:type="gramStart"/>
      <w:r w:rsidRPr="00E42CD0">
        <w:rPr>
          <w:rFonts w:cs="Arial"/>
        </w:rPr>
        <w:t>č.1 byla</w:t>
      </w:r>
      <w:proofErr w:type="gramEnd"/>
      <w:r w:rsidRPr="00E42CD0">
        <w:rPr>
          <w:rFonts w:cs="Arial"/>
        </w:rPr>
        <w:t xml:space="preserve"> přístupová cesta od žel. přejezdu P6803 jako hlavní zamítnuta (přístup možný jen osobními nebo dodávkovými vozy, navíc pouze pokud se zhotovitel dohodne s majiteli pozemků).</w:t>
      </w:r>
    </w:p>
    <w:p w:rsidR="00E42CD0" w:rsidRPr="00E42CD0" w:rsidRDefault="00E42CD0" w:rsidP="00E42CD0">
      <w:pPr>
        <w:spacing w:after="0" w:line="240" w:lineRule="auto"/>
        <w:jc w:val="both"/>
        <w:rPr>
          <w:rFonts w:cs="Arial"/>
        </w:rPr>
      </w:pPr>
      <w:r w:rsidRPr="00E42CD0">
        <w:rPr>
          <w:rFonts w:cs="Arial"/>
        </w:rPr>
        <w:t xml:space="preserve">Ve VV ale zůstaly položky pro její opravu </w:t>
      </w:r>
      <w:proofErr w:type="gramStart"/>
      <w:r w:rsidRPr="00E42CD0">
        <w:rPr>
          <w:rFonts w:cs="Arial"/>
          <w:i/>
          <w:iCs/>
        </w:rPr>
        <w:t>č.41</w:t>
      </w:r>
      <w:proofErr w:type="gramEnd"/>
      <w:r w:rsidRPr="00E42CD0">
        <w:rPr>
          <w:rFonts w:cs="Arial"/>
          <w:i/>
          <w:iCs/>
        </w:rPr>
        <w:t>, 44 a 45.</w:t>
      </w:r>
    </w:p>
    <w:p w:rsidR="00E42CD0" w:rsidRPr="00E42CD0" w:rsidRDefault="00E42CD0" w:rsidP="00E42CD0">
      <w:pPr>
        <w:spacing w:after="0" w:line="240" w:lineRule="auto"/>
        <w:jc w:val="both"/>
        <w:rPr>
          <w:rFonts w:cs="Arial"/>
          <w:i/>
          <w:iCs/>
        </w:rPr>
      </w:pPr>
      <w:r w:rsidRPr="00E42CD0">
        <w:rPr>
          <w:rFonts w:cs="Arial"/>
        </w:rPr>
        <w:t>Můžete upravit VV mostu do souladu s uvedenými změnami ZD?</w:t>
      </w:r>
    </w:p>
    <w:p w:rsidR="00A67786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9417CB" w:rsidRPr="00525F2B" w:rsidRDefault="00735658" w:rsidP="00A67786">
      <w:pPr>
        <w:spacing w:after="0" w:line="240" w:lineRule="auto"/>
        <w:jc w:val="both"/>
        <w:rPr>
          <w:rFonts w:cs="Arial"/>
        </w:rPr>
      </w:pPr>
      <w:r w:rsidRPr="00525F2B">
        <w:rPr>
          <w:rFonts w:cs="Arial"/>
        </w:rPr>
        <w:t xml:space="preserve">Přístupová cesta je povelena pro lehkou automobilovou dopravu a je s ní </w:t>
      </w:r>
      <w:r w:rsidR="001352F3" w:rsidRPr="00525F2B">
        <w:rPr>
          <w:rFonts w:cs="Arial"/>
        </w:rPr>
        <w:t xml:space="preserve">v PD </w:t>
      </w:r>
      <w:r w:rsidRPr="00525F2B">
        <w:rPr>
          <w:rFonts w:cs="Arial"/>
        </w:rPr>
        <w:t>uvažováno jako s</w:t>
      </w:r>
      <w:r w:rsidR="009417CB" w:rsidRPr="00525F2B">
        <w:rPr>
          <w:rFonts w:cs="Arial"/>
        </w:rPr>
        <w:t> </w:t>
      </w:r>
      <w:r w:rsidRPr="00525F2B">
        <w:rPr>
          <w:rFonts w:cs="Arial"/>
        </w:rPr>
        <w:t>doplňkov</w:t>
      </w:r>
      <w:r w:rsidR="009417CB" w:rsidRPr="00525F2B">
        <w:rPr>
          <w:rFonts w:cs="Arial"/>
        </w:rPr>
        <w:t>ým přístupem ke stavbě</w:t>
      </w:r>
      <w:r w:rsidRPr="00525F2B">
        <w:rPr>
          <w:rFonts w:cs="Arial"/>
        </w:rPr>
        <w:t xml:space="preserve"> po </w:t>
      </w:r>
      <w:r w:rsidR="009417CB" w:rsidRPr="00525F2B">
        <w:rPr>
          <w:rFonts w:cs="Arial"/>
        </w:rPr>
        <w:t>dohodě s majitelem pozemku</w:t>
      </w:r>
      <w:r w:rsidRPr="00525F2B">
        <w:rPr>
          <w:rFonts w:cs="Arial"/>
        </w:rPr>
        <w:t xml:space="preserve">. </w:t>
      </w:r>
    </w:p>
    <w:p w:rsidR="00A67786" w:rsidRPr="00525F2B" w:rsidRDefault="009417CB" w:rsidP="00A67786">
      <w:pPr>
        <w:spacing w:after="0" w:line="240" w:lineRule="auto"/>
        <w:jc w:val="both"/>
        <w:rPr>
          <w:rFonts w:cs="Arial"/>
        </w:rPr>
      </w:pPr>
      <w:r w:rsidRPr="00525F2B">
        <w:rPr>
          <w:rFonts w:cs="Arial"/>
        </w:rPr>
        <w:t>V</w:t>
      </w:r>
      <w:r w:rsidR="00525F2B" w:rsidRPr="00525F2B">
        <w:rPr>
          <w:rFonts w:cs="Arial"/>
        </w:rPr>
        <w:t> současné době nejde vyloučit b</w:t>
      </w:r>
      <w:r w:rsidRPr="00525F2B">
        <w:rPr>
          <w:rFonts w:cs="Arial"/>
        </w:rPr>
        <w:t>udoucí využití této cesty pro částečné zásobování stavby.</w:t>
      </w:r>
      <w:r w:rsidRPr="00525F2B">
        <w:t xml:space="preserve"> </w:t>
      </w:r>
      <w:r w:rsidRPr="00525F2B">
        <w:rPr>
          <w:rFonts w:cs="Arial"/>
        </w:rPr>
        <w:t>Položky na úpravu budou ponechány z důvodu předpokládaného využití cesty při realizaci.</w:t>
      </w:r>
    </w:p>
    <w:p w:rsidR="00A67786" w:rsidRDefault="00A67786" w:rsidP="00122CEE">
      <w:pPr>
        <w:spacing w:after="0" w:line="240" w:lineRule="auto"/>
        <w:jc w:val="both"/>
        <w:rPr>
          <w:rFonts w:cs="Arial"/>
          <w:color w:val="FF0000"/>
        </w:rPr>
      </w:pPr>
    </w:p>
    <w:p w:rsidR="009F20B6" w:rsidRDefault="009F20B6" w:rsidP="009F20B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954663" w:rsidRPr="00525F2B" w:rsidRDefault="00954663" w:rsidP="009546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25F2B">
        <w:rPr>
          <w:rFonts w:eastAsia="Times New Roman" w:cs="Times New Roman"/>
          <w:lang w:eastAsia="cs-CZ"/>
        </w:rPr>
        <w:t xml:space="preserve">Vzhledem ke skutečnosti, že bylo provedeno pouze </w:t>
      </w:r>
      <w:r w:rsidRPr="00525F2B">
        <w:rPr>
          <w:rFonts w:eastAsia="Times New Roman" w:cs="Times New Roman"/>
          <w:b/>
          <w:lang w:eastAsia="cs-CZ"/>
        </w:rPr>
        <w:t>vysvětlení zadávací dokumentace</w:t>
      </w:r>
      <w:r w:rsidRPr="00525F2B">
        <w:rPr>
          <w:rFonts w:eastAsia="Times New Roman" w:cs="Times New Roman"/>
          <w:lang w:eastAsia="cs-CZ"/>
        </w:rPr>
        <w:t>, neprodlužuje zadavatel lhůtu pro podání nabídek.</w:t>
      </w:r>
    </w:p>
    <w:p w:rsidR="00954663" w:rsidRPr="00954663" w:rsidRDefault="00954663" w:rsidP="00954663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:rsidR="009F20B6" w:rsidRPr="00EE1A97" w:rsidRDefault="009F20B6" w:rsidP="009F20B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  <w:hyperlink r:id="rId13" w:history="1">
        <w:r w:rsidRPr="006F78BC">
          <w:rPr>
            <w:rStyle w:val="Hypertextovodka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E42CD0">
        <w:rPr>
          <w:rFonts w:eastAsia="Calibri" w:cs="Times New Roman"/>
          <w:lang w:eastAsia="cs-CZ"/>
        </w:rPr>
        <w:t>26</w:t>
      </w:r>
      <w:r w:rsidR="002960A2">
        <w:rPr>
          <w:rFonts w:eastAsia="Calibri" w:cs="Times New Roman"/>
          <w:lang w:eastAsia="cs-CZ"/>
        </w:rPr>
        <w:t>. 4. 2021</w:t>
      </w: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25F2B" w:rsidRDefault="00525F2B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25F2B" w:rsidRDefault="00525F2B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Pr="00CB7B5A" w:rsidRDefault="00723855" w:rsidP="00723855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723855" w:rsidRPr="00CB7B5A" w:rsidRDefault="00723855" w:rsidP="0072385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723855" w:rsidRPr="00CB7B5A" w:rsidRDefault="00723855" w:rsidP="0072385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723855" w:rsidRPr="00CB7B5A" w:rsidRDefault="00723855" w:rsidP="0072385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723855" w:rsidRDefault="00723855" w:rsidP="00723855">
      <w:pPr>
        <w:spacing w:after="0" w:line="240" w:lineRule="auto"/>
        <w:rPr>
          <w:rFonts w:cs="Arial"/>
          <w:color w:val="FF0000"/>
        </w:rPr>
      </w:pPr>
    </w:p>
    <w:sectPr w:rsidR="00723855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654" w:rsidRDefault="00A87654" w:rsidP="00962258">
      <w:pPr>
        <w:spacing w:after="0" w:line="240" w:lineRule="auto"/>
      </w:pPr>
      <w:r>
        <w:separator/>
      </w:r>
    </w:p>
  </w:endnote>
  <w:endnote w:type="continuationSeparator" w:id="0">
    <w:p w:rsidR="00A87654" w:rsidRDefault="00A876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352F3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352F3" w:rsidRPr="00B8518B" w:rsidRDefault="001352F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5F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525F2B" w:rsidRPr="00525F2B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B8518B">
          <w:pPr>
            <w:pStyle w:val="Zpat"/>
          </w:pPr>
        </w:p>
      </w:tc>
      <w:tc>
        <w:tcPr>
          <w:tcW w:w="2921" w:type="dxa"/>
        </w:tcPr>
        <w:p w:rsidR="001352F3" w:rsidRDefault="001352F3" w:rsidP="00D831A3">
          <w:pPr>
            <w:pStyle w:val="Zpat"/>
          </w:pPr>
        </w:p>
      </w:tc>
    </w:tr>
  </w:tbl>
  <w:p w:rsidR="001352F3" w:rsidRPr="00B8518B" w:rsidRDefault="00420FA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E16FB5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68159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352F3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352F3" w:rsidRPr="00B8518B" w:rsidRDefault="001352F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5F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525F2B" w:rsidRPr="00525F2B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E150CE">
          <w:pPr>
            <w:pStyle w:val="Zpat"/>
          </w:pPr>
          <w:r>
            <w:t>Správa železnic, státní organizace</w:t>
          </w:r>
        </w:p>
        <w:p w:rsidR="001352F3" w:rsidRDefault="001352F3" w:rsidP="00E150C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E150CE">
          <w:pPr>
            <w:pStyle w:val="Zpat"/>
          </w:pPr>
          <w:r>
            <w:t>Sídlo: Dlážděná 1003/7, 110 00 Praha 1</w:t>
          </w:r>
        </w:p>
        <w:p w:rsidR="001352F3" w:rsidRDefault="001352F3" w:rsidP="00E150CE">
          <w:pPr>
            <w:pStyle w:val="Zpat"/>
          </w:pPr>
          <w:r>
            <w:t>IČO: 709 94 234 DIČ: CZ 709 94 234</w:t>
          </w:r>
        </w:p>
        <w:p w:rsidR="001352F3" w:rsidRDefault="001352F3" w:rsidP="00E150CE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1352F3" w:rsidRPr="00D84AC6" w:rsidRDefault="001352F3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1352F3" w:rsidRPr="00D84AC6" w:rsidRDefault="001352F3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1352F3" w:rsidRPr="00D84AC6" w:rsidRDefault="001352F3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1352F3" w:rsidRDefault="001352F3" w:rsidP="00E150CE">
          <w:pPr>
            <w:pStyle w:val="Zpat"/>
          </w:pPr>
        </w:p>
      </w:tc>
    </w:tr>
  </w:tbl>
  <w:p w:rsidR="001352F3" w:rsidRPr="00B8518B" w:rsidRDefault="00420FA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DB4F1D"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4757A"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1352F3" w:rsidRPr="00460660" w:rsidRDefault="001352F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654" w:rsidRDefault="00A87654" w:rsidP="00962258">
      <w:pPr>
        <w:spacing w:after="0" w:line="240" w:lineRule="auto"/>
      </w:pPr>
      <w:r>
        <w:separator/>
      </w:r>
    </w:p>
  </w:footnote>
  <w:footnote w:type="continuationSeparator" w:id="0">
    <w:p w:rsidR="00A87654" w:rsidRDefault="00A876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52F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352F3" w:rsidRPr="00B8518B" w:rsidRDefault="001352F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52F3" w:rsidRDefault="001352F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52F3" w:rsidRPr="00D6163D" w:rsidRDefault="001352F3" w:rsidP="00D6163D">
          <w:pPr>
            <w:pStyle w:val="Druhdokumentu"/>
          </w:pPr>
        </w:p>
      </w:tc>
    </w:tr>
  </w:tbl>
  <w:p w:rsidR="001352F3" w:rsidRPr="00D6163D" w:rsidRDefault="001352F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52F3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52F3" w:rsidRDefault="001352F3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352F3" w:rsidRPr="00D6163D" w:rsidRDefault="001352F3" w:rsidP="00FC6389">
          <w:pPr>
            <w:pStyle w:val="Druhdokumentu"/>
          </w:pPr>
        </w:p>
      </w:tc>
    </w:tr>
    <w:tr w:rsidR="001352F3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1352F3" w:rsidRDefault="001352F3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352F3" w:rsidRDefault="001352F3" w:rsidP="00FC6389">
          <w:pPr>
            <w:pStyle w:val="Druhdokumentu"/>
            <w:rPr>
              <w:noProof/>
            </w:rPr>
          </w:pPr>
        </w:p>
      </w:tc>
    </w:tr>
  </w:tbl>
  <w:p w:rsidR="001352F3" w:rsidRPr="00D6163D" w:rsidRDefault="00420FA8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9525" b="952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3B1FE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1352F3" w:rsidRPr="00460660" w:rsidRDefault="001352F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A78BC"/>
    <w:multiLevelType w:val="hybridMultilevel"/>
    <w:tmpl w:val="A15CBC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C620031"/>
    <w:multiLevelType w:val="hybridMultilevel"/>
    <w:tmpl w:val="10C84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9"/>
  </w:num>
  <w:num w:numId="1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5916"/>
    <w:rsid w:val="00033432"/>
    <w:rsid w:val="000335CC"/>
    <w:rsid w:val="0003750E"/>
    <w:rsid w:val="00050F96"/>
    <w:rsid w:val="000575AF"/>
    <w:rsid w:val="00072C1E"/>
    <w:rsid w:val="000A5D6F"/>
    <w:rsid w:val="000B1153"/>
    <w:rsid w:val="000B6C7E"/>
    <w:rsid w:val="000B7907"/>
    <w:rsid w:val="000C0429"/>
    <w:rsid w:val="000C45E8"/>
    <w:rsid w:val="000D0BCB"/>
    <w:rsid w:val="000D5E78"/>
    <w:rsid w:val="001039CF"/>
    <w:rsid w:val="00114472"/>
    <w:rsid w:val="0012229B"/>
    <w:rsid w:val="00122CEE"/>
    <w:rsid w:val="001322C3"/>
    <w:rsid w:val="001352F3"/>
    <w:rsid w:val="00170EC5"/>
    <w:rsid w:val="001727F5"/>
    <w:rsid w:val="001747C1"/>
    <w:rsid w:val="0018596A"/>
    <w:rsid w:val="001A2747"/>
    <w:rsid w:val="001B69C2"/>
    <w:rsid w:val="001C4DA0"/>
    <w:rsid w:val="001F20CD"/>
    <w:rsid w:val="002029AB"/>
    <w:rsid w:val="00207DF5"/>
    <w:rsid w:val="00240BF7"/>
    <w:rsid w:val="00251D9F"/>
    <w:rsid w:val="00267369"/>
    <w:rsid w:val="0026785D"/>
    <w:rsid w:val="002960A2"/>
    <w:rsid w:val="002A3586"/>
    <w:rsid w:val="002C1B45"/>
    <w:rsid w:val="002C31BF"/>
    <w:rsid w:val="002E0CD7"/>
    <w:rsid w:val="002F026B"/>
    <w:rsid w:val="00323536"/>
    <w:rsid w:val="0035255E"/>
    <w:rsid w:val="00357BC6"/>
    <w:rsid w:val="0037111D"/>
    <w:rsid w:val="003956C6"/>
    <w:rsid w:val="003C5260"/>
    <w:rsid w:val="003E6B9A"/>
    <w:rsid w:val="003E75CE"/>
    <w:rsid w:val="003F5940"/>
    <w:rsid w:val="0041380F"/>
    <w:rsid w:val="004159C9"/>
    <w:rsid w:val="00420FA8"/>
    <w:rsid w:val="004248E0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1E6"/>
    <w:rsid w:val="00491827"/>
    <w:rsid w:val="00491B5E"/>
    <w:rsid w:val="004926B0"/>
    <w:rsid w:val="004A7C69"/>
    <w:rsid w:val="004B3176"/>
    <w:rsid w:val="004C4399"/>
    <w:rsid w:val="004C69ED"/>
    <w:rsid w:val="004C787C"/>
    <w:rsid w:val="004D2CA2"/>
    <w:rsid w:val="004F4B9B"/>
    <w:rsid w:val="00501654"/>
    <w:rsid w:val="00511AB9"/>
    <w:rsid w:val="00516B74"/>
    <w:rsid w:val="00520890"/>
    <w:rsid w:val="00523EA7"/>
    <w:rsid w:val="00525F2B"/>
    <w:rsid w:val="00534529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7F1"/>
    <w:rsid w:val="00596C7E"/>
    <w:rsid w:val="005A64E9"/>
    <w:rsid w:val="005B5EE9"/>
    <w:rsid w:val="005E6FA2"/>
    <w:rsid w:val="006104F6"/>
    <w:rsid w:val="0061068E"/>
    <w:rsid w:val="00660AD3"/>
    <w:rsid w:val="006A5570"/>
    <w:rsid w:val="006A689C"/>
    <w:rsid w:val="006B3BE8"/>
    <w:rsid w:val="006B3D79"/>
    <w:rsid w:val="006E0578"/>
    <w:rsid w:val="006E314D"/>
    <w:rsid w:val="006E7E27"/>
    <w:rsid w:val="006E7F06"/>
    <w:rsid w:val="006F78BC"/>
    <w:rsid w:val="006F7DD8"/>
    <w:rsid w:val="007017BF"/>
    <w:rsid w:val="00707118"/>
    <w:rsid w:val="00710723"/>
    <w:rsid w:val="00713178"/>
    <w:rsid w:val="00723855"/>
    <w:rsid w:val="00723ED1"/>
    <w:rsid w:val="00730439"/>
    <w:rsid w:val="0073408C"/>
    <w:rsid w:val="00735658"/>
    <w:rsid w:val="00735ED4"/>
    <w:rsid w:val="00743525"/>
    <w:rsid w:val="00747A24"/>
    <w:rsid w:val="007531A0"/>
    <w:rsid w:val="007532B1"/>
    <w:rsid w:val="0076286B"/>
    <w:rsid w:val="00764595"/>
    <w:rsid w:val="00766846"/>
    <w:rsid w:val="00767AE2"/>
    <w:rsid w:val="0077673A"/>
    <w:rsid w:val="007846E1"/>
    <w:rsid w:val="007B570C"/>
    <w:rsid w:val="007C0318"/>
    <w:rsid w:val="007C3799"/>
    <w:rsid w:val="007C6A71"/>
    <w:rsid w:val="007D330E"/>
    <w:rsid w:val="007E2295"/>
    <w:rsid w:val="007E4A6E"/>
    <w:rsid w:val="007F56A7"/>
    <w:rsid w:val="0080606F"/>
    <w:rsid w:val="00807DD0"/>
    <w:rsid w:val="00813C5C"/>
    <w:rsid w:val="00813F11"/>
    <w:rsid w:val="008413AF"/>
    <w:rsid w:val="00845BC6"/>
    <w:rsid w:val="00891334"/>
    <w:rsid w:val="00892E74"/>
    <w:rsid w:val="00896DD4"/>
    <w:rsid w:val="008A07A1"/>
    <w:rsid w:val="008A14C0"/>
    <w:rsid w:val="008A3568"/>
    <w:rsid w:val="008C49D5"/>
    <w:rsid w:val="008D03B9"/>
    <w:rsid w:val="008F18D6"/>
    <w:rsid w:val="00904780"/>
    <w:rsid w:val="009113A8"/>
    <w:rsid w:val="009158B4"/>
    <w:rsid w:val="00922385"/>
    <w:rsid w:val="009223DF"/>
    <w:rsid w:val="00936091"/>
    <w:rsid w:val="00940D8A"/>
    <w:rsid w:val="009417CB"/>
    <w:rsid w:val="00954663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1793"/>
    <w:rsid w:val="009F20B6"/>
    <w:rsid w:val="009F392E"/>
    <w:rsid w:val="00A44328"/>
    <w:rsid w:val="00A45DF0"/>
    <w:rsid w:val="00A52E15"/>
    <w:rsid w:val="00A6177B"/>
    <w:rsid w:val="00A66136"/>
    <w:rsid w:val="00A67786"/>
    <w:rsid w:val="00A743A1"/>
    <w:rsid w:val="00A87654"/>
    <w:rsid w:val="00AA0B33"/>
    <w:rsid w:val="00AA4CBB"/>
    <w:rsid w:val="00AA65FA"/>
    <w:rsid w:val="00AA7351"/>
    <w:rsid w:val="00AC06A7"/>
    <w:rsid w:val="00AD056F"/>
    <w:rsid w:val="00AD2773"/>
    <w:rsid w:val="00AD6731"/>
    <w:rsid w:val="00AE1DDE"/>
    <w:rsid w:val="00AF2B5A"/>
    <w:rsid w:val="00B13DD6"/>
    <w:rsid w:val="00B15B5E"/>
    <w:rsid w:val="00B15D0D"/>
    <w:rsid w:val="00B23CA3"/>
    <w:rsid w:val="00B3491A"/>
    <w:rsid w:val="00B45E9E"/>
    <w:rsid w:val="00B55F9C"/>
    <w:rsid w:val="00B659FD"/>
    <w:rsid w:val="00B75EE1"/>
    <w:rsid w:val="00B77481"/>
    <w:rsid w:val="00B8518B"/>
    <w:rsid w:val="00B92810"/>
    <w:rsid w:val="00BA093F"/>
    <w:rsid w:val="00BB3740"/>
    <w:rsid w:val="00BB605B"/>
    <w:rsid w:val="00BD33B3"/>
    <w:rsid w:val="00BD7E91"/>
    <w:rsid w:val="00BF374D"/>
    <w:rsid w:val="00C02D0A"/>
    <w:rsid w:val="00C03A6E"/>
    <w:rsid w:val="00C30759"/>
    <w:rsid w:val="00C44F6A"/>
    <w:rsid w:val="00C47066"/>
    <w:rsid w:val="00C727E5"/>
    <w:rsid w:val="00C772C2"/>
    <w:rsid w:val="00C8207D"/>
    <w:rsid w:val="00C83F24"/>
    <w:rsid w:val="00C8752E"/>
    <w:rsid w:val="00C94F29"/>
    <w:rsid w:val="00CB1E6A"/>
    <w:rsid w:val="00CB7B5A"/>
    <w:rsid w:val="00CC1E2B"/>
    <w:rsid w:val="00CD1FC4"/>
    <w:rsid w:val="00CD4158"/>
    <w:rsid w:val="00CE371D"/>
    <w:rsid w:val="00CE5FA9"/>
    <w:rsid w:val="00D000BB"/>
    <w:rsid w:val="00D02A4D"/>
    <w:rsid w:val="00D041EA"/>
    <w:rsid w:val="00D21061"/>
    <w:rsid w:val="00D316A7"/>
    <w:rsid w:val="00D4108E"/>
    <w:rsid w:val="00D6163D"/>
    <w:rsid w:val="00D63009"/>
    <w:rsid w:val="00D831A3"/>
    <w:rsid w:val="00D902AD"/>
    <w:rsid w:val="00D92FEE"/>
    <w:rsid w:val="00DA6FFE"/>
    <w:rsid w:val="00DC1D0C"/>
    <w:rsid w:val="00DC3110"/>
    <w:rsid w:val="00DD46F3"/>
    <w:rsid w:val="00DD58A6"/>
    <w:rsid w:val="00DE56F2"/>
    <w:rsid w:val="00DF0AA1"/>
    <w:rsid w:val="00DF116D"/>
    <w:rsid w:val="00E150CE"/>
    <w:rsid w:val="00E230FE"/>
    <w:rsid w:val="00E2665D"/>
    <w:rsid w:val="00E349CE"/>
    <w:rsid w:val="00E42CD0"/>
    <w:rsid w:val="00E576DD"/>
    <w:rsid w:val="00E757F5"/>
    <w:rsid w:val="00E824F1"/>
    <w:rsid w:val="00E86E26"/>
    <w:rsid w:val="00E9215F"/>
    <w:rsid w:val="00EA6E3A"/>
    <w:rsid w:val="00EB104F"/>
    <w:rsid w:val="00ED14BD"/>
    <w:rsid w:val="00EF06E6"/>
    <w:rsid w:val="00EF3844"/>
    <w:rsid w:val="00F01440"/>
    <w:rsid w:val="00F12837"/>
    <w:rsid w:val="00F12DEC"/>
    <w:rsid w:val="00F1715C"/>
    <w:rsid w:val="00F310F8"/>
    <w:rsid w:val="00F3199A"/>
    <w:rsid w:val="00F35939"/>
    <w:rsid w:val="00F45607"/>
    <w:rsid w:val="00F51638"/>
    <w:rsid w:val="00F64786"/>
    <w:rsid w:val="00F659EB"/>
    <w:rsid w:val="00F804A7"/>
    <w:rsid w:val="00F834D0"/>
    <w:rsid w:val="00F862D6"/>
    <w:rsid w:val="00F86BA6"/>
    <w:rsid w:val="00F97178"/>
    <w:rsid w:val="00FA7CB9"/>
    <w:rsid w:val="00FC352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C4D484"/>
  <w15:docId w15:val="{81BDF612-9904-4333-AB97-6741B44F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4159C9"/>
  </w:style>
  <w:style w:type="paragraph" w:customStyle="1" w:styleId="Text1-1">
    <w:name w:val="_Text_1-1"/>
    <w:basedOn w:val="Normln"/>
    <w:link w:val="Text1-1Char"/>
    <w:rsid w:val="004159C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4159C9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Odrka1-1Char">
    <w:name w:val="_Odrážka_1-1_• Char"/>
    <w:basedOn w:val="Standardnpsmoodstavce"/>
    <w:link w:val="Odrka1-1"/>
    <w:locked/>
    <w:rsid w:val="004159C9"/>
  </w:style>
  <w:style w:type="paragraph" w:customStyle="1" w:styleId="Odrka1-1">
    <w:name w:val="_Odrážka_1-1_•"/>
    <w:basedOn w:val="Normln"/>
    <w:link w:val="Odrka1-1Char"/>
    <w:qFormat/>
    <w:rsid w:val="004159C9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4159C9"/>
    <w:pPr>
      <w:numPr>
        <w:ilvl w:val="1"/>
      </w:numPr>
      <w:tabs>
        <w:tab w:val="clear" w:pos="1531"/>
        <w:tab w:val="num" w:pos="360"/>
        <w:tab w:val="num" w:pos="643"/>
      </w:tabs>
      <w:spacing w:after="60"/>
      <w:ind w:left="643" w:hanging="360"/>
    </w:pPr>
  </w:style>
  <w:style w:type="paragraph" w:customStyle="1" w:styleId="Odrka1-3">
    <w:name w:val="_Odrážka_1-3_·"/>
    <w:basedOn w:val="Odrka1-2-"/>
    <w:qFormat/>
    <w:rsid w:val="004159C9"/>
    <w:pPr>
      <w:numPr>
        <w:ilvl w:val="2"/>
      </w:numPr>
      <w:tabs>
        <w:tab w:val="num" w:pos="360"/>
        <w:tab w:val="num" w:pos="643"/>
      </w:tabs>
      <w:ind w:left="643" w:hanging="360"/>
    </w:pPr>
  </w:style>
  <w:style w:type="paragraph" w:customStyle="1" w:styleId="Textbezslovn">
    <w:name w:val="_Text_bez_číslování"/>
    <w:basedOn w:val="Normln"/>
    <w:qFormat/>
    <w:rsid w:val="004159C9"/>
    <w:pPr>
      <w:spacing w:after="120"/>
      <w:ind w:left="737"/>
      <w:jc w:val="both"/>
    </w:pPr>
  </w:style>
  <w:style w:type="paragraph" w:customStyle="1" w:styleId="Odstavec1-1a">
    <w:name w:val="_Odstavec_1-1_a)"/>
    <w:basedOn w:val="Normln"/>
    <w:qFormat/>
    <w:rsid w:val="004159C9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159C9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4159C9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4159C9"/>
    <w:rPr>
      <w:b/>
      <w:bCs w:val="0"/>
    </w:rPr>
  </w:style>
  <w:style w:type="paragraph" w:customStyle="1" w:styleId="Text1-2">
    <w:name w:val="_Text_1-2"/>
    <w:basedOn w:val="Text1-1"/>
    <w:qFormat/>
    <w:rsid w:val="004159C9"/>
    <w:pPr>
      <w:numPr>
        <w:ilvl w:val="2"/>
      </w:numPr>
      <w:tabs>
        <w:tab w:val="clear" w:pos="1474"/>
        <w:tab w:val="num" w:pos="360"/>
        <w:tab w:val="num" w:pos="1843"/>
      </w:tabs>
      <w:ind w:left="360" w:hanging="360"/>
    </w:pPr>
  </w:style>
  <w:style w:type="paragraph" w:customStyle="1" w:styleId="Nadpis2-1">
    <w:name w:val="_Nadpis_2-1"/>
    <w:next w:val="Nadpis2-2"/>
    <w:qFormat/>
    <w:rsid w:val="009F20B6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9F20B6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9F20B6"/>
    <w:pPr>
      <w:numPr>
        <w:ilvl w:val="2"/>
        <w:numId w:val="15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9F20B6"/>
    <w:rPr>
      <w:rFonts w:ascii="Verdana" w:hAnsi="Verdana"/>
    </w:rPr>
  </w:style>
  <w:style w:type="paragraph" w:customStyle="1" w:styleId="Text2-2">
    <w:name w:val="_Text_2-2"/>
    <w:basedOn w:val="Text2-1"/>
    <w:qFormat/>
    <w:rsid w:val="009F20B6"/>
    <w:pPr>
      <w:numPr>
        <w:ilvl w:val="3"/>
      </w:numPr>
      <w:tabs>
        <w:tab w:val="clear" w:pos="1701"/>
        <w:tab w:val="num" w:pos="360"/>
      </w:tabs>
      <w:ind w:left="1728" w:hanging="64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8.png@01D732CE.DA854DA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D9B182-CBC6-42C6-B572-C5D41BDA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2</Pages>
  <Words>325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2020-08-14T08:28:00Z</cp:lastPrinted>
  <dcterms:created xsi:type="dcterms:W3CDTF">2021-04-26T07:19:00Z</dcterms:created>
  <dcterms:modified xsi:type="dcterms:W3CDTF">2021-04-26T07:36:00Z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